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5D94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b/>
          <w:bCs/>
          <w:szCs w:val="20"/>
          <w:lang w:val="nb-NO" w:eastAsia="de-DE"/>
        </w:rPr>
      </w:pPr>
      <w:r w:rsidRPr="00B40B7D">
        <w:rPr>
          <w:rFonts w:cs="Courier"/>
          <w:b/>
          <w:bCs/>
          <w:szCs w:val="20"/>
          <w:lang w:val="nb-NO" w:eastAsia="de-DE"/>
        </w:rPr>
        <w:t>Anbudstekster</w:t>
      </w:r>
    </w:p>
    <w:p w14:paraId="6952D759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2A1C5058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1B42FFBC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745998E0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b/>
          <w:bCs/>
          <w:szCs w:val="20"/>
          <w:lang w:val="nb-NO" w:eastAsia="de-DE"/>
        </w:rPr>
      </w:pPr>
      <w:r w:rsidRPr="00B40B7D">
        <w:rPr>
          <w:rFonts w:cs="Courier"/>
          <w:b/>
          <w:bCs/>
          <w:szCs w:val="20"/>
          <w:lang w:val="nb-NO" w:eastAsia="de-DE"/>
        </w:rPr>
        <w:t>Luftfilterenhet LF 500 for drikkevannstank</w:t>
      </w:r>
    </w:p>
    <w:p w14:paraId="2C4AB174" w14:textId="72012B93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------------------------------------------</w:t>
      </w:r>
    </w:p>
    <w:p w14:paraId="683CC527" w14:textId="1A10ADFE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Rektangulær huskonstruksjon laget av rustfritt stål 316 L,</w:t>
      </w:r>
      <w:r>
        <w:rPr>
          <w:rFonts w:cs="Courier"/>
          <w:szCs w:val="20"/>
          <w:lang w:val="nb-NO" w:eastAsia="de-DE"/>
        </w:rPr>
        <w:t xml:space="preserve"> </w:t>
      </w:r>
      <w:r w:rsidRPr="00B40B7D">
        <w:rPr>
          <w:rFonts w:cs="Courier"/>
          <w:szCs w:val="20"/>
          <w:lang w:val="nb-NO" w:eastAsia="de-DE"/>
        </w:rPr>
        <w:t>med avtagbart deksel, med tilluftstilkobling i bakvegg og renlufttilkobling på undersiden, utstyrt med med ett finfilter og ett HEPA-filter hver, samt kondensvannsavløp 1/4" og integrert differansetrykkovervåking.</w:t>
      </w:r>
    </w:p>
    <w:p w14:paraId="7E645416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Luftfilterenheten for optimal rengjøring av</w:t>
      </w:r>
    </w:p>
    <w:p w14:paraId="69FAD7E9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tilluft føres inn i luftkanalen mellom utsiden og tanken.</w:t>
      </w:r>
    </w:p>
    <w:p w14:paraId="5739F2AA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651F489C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Tekniske data:</w:t>
      </w:r>
    </w:p>
    <w:p w14:paraId="7C31753D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Nominell volumstrøm: 500 cbm/t</w:t>
      </w:r>
    </w:p>
    <w:p w14:paraId="106BACEF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Filtrer klasser:</w:t>
      </w:r>
    </w:p>
    <w:p w14:paraId="0DD60566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Forfilter ePM1 55 % i henhold til ISO 16890</w:t>
      </w:r>
    </w:p>
    <w:p w14:paraId="6699D2D9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HEPA-filter H13 i henhold til DIN EN 1822</w:t>
      </w:r>
    </w:p>
    <w:p w14:paraId="363AC2E6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Tilkoblingsrør</w:t>
      </w:r>
    </w:p>
    <w:p w14:paraId="0753B2E5" w14:textId="0CEFAD29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Rå luft: </w:t>
      </w:r>
      <w:r>
        <w:rPr>
          <w:rFonts w:cs="Courier"/>
          <w:szCs w:val="20"/>
          <w:lang w:val="nb-NO" w:eastAsia="de-DE"/>
        </w:rPr>
        <w:t xml:space="preserve"> </w:t>
      </w:r>
      <w:r w:rsidRPr="00B40B7D">
        <w:rPr>
          <w:rFonts w:cs="Courier"/>
          <w:szCs w:val="20"/>
          <w:lang w:val="nb-NO" w:eastAsia="de-DE"/>
        </w:rPr>
        <w:t>DN 150</w:t>
      </w:r>
    </w:p>
    <w:p w14:paraId="3102BDA7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Ren luft: DN 250</w:t>
      </w:r>
    </w:p>
    <w:p w14:paraId="51328DED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1B7BAA45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Mål (HxBxD): 813 x 560 x 770 mm</w:t>
      </w:r>
    </w:p>
    <w:p w14:paraId="723FE57E" w14:textId="34AC8785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Vekt: </w:t>
      </w:r>
      <w:r>
        <w:rPr>
          <w:rFonts w:cs="Courier"/>
          <w:szCs w:val="20"/>
          <w:lang w:val="nb-NO" w:eastAsia="de-DE"/>
        </w:rPr>
        <w:t xml:space="preserve">       </w:t>
      </w:r>
      <w:r w:rsidRPr="00B40B7D">
        <w:rPr>
          <w:rFonts w:cs="Courier"/>
          <w:szCs w:val="20"/>
          <w:lang w:val="nb-NO" w:eastAsia="de-DE"/>
        </w:rPr>
        <w:t>40 kg</w:t>
      </w:r>
    </w:p>
    <w:p w14:paraId="1853F71B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Filterbelastningen overvåkes av en differensialtrykkbryter. Trykkforskjellen er</w:t>
      </w:r>
    </w:p>
    <w:p w14:paraId="683B82AD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oppdaget mellom råluft- og renluftforbindelsene</w:t>
      </w:r>
    </w:p>
    <w:p w14:paraId="4E1105B5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(1/4").</w:t>
      </w:r>
    </w:p>
    <w:p w14:paraId="7E14C8F1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Hvis det tillatte arbeidstrykket overskrides</w:t>
      </w:r>
    </w:p>
    <w:p w14:paraId="7E6DBDBB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en melding sendes via en potensialfri kontakt.</w:t>
      </w:r>
    </w:p>
    <w:p w14:paraId="5314BC9F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5D950C2E" w14:textId="72B6BA15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Laget av Hydro-Elektrik GmbH, www.hydrogroup.</w:t>
      </w:r>
      <w:r>
        <w:rPr>
          <w:rFonts w:cs="Courier"/>
          <w:szCs w:val="20"/>
          <w:lang w:val="nb-NO" w:eastAsia="de-DE"/>
        </w:rPr>
        <w:t>no</w:t>
      </w:r>
    </w:p>
    <w:p w14:paraId="3A013A8C" w14:textId="6B6DEB5A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Type: </w:t>
      </w:r>
      <w:r w:rsidRPr="00B40B7D">
        <w:rPr>
          <w:rFonts w:cs="Courier"/>
          <w:szCs w:val="20"/>
          <w:lang w:val="nb-NO" w:eastAsia="de-DE"/>
        </w:rPr>
        <w:t xml:space="preserve"> </w:t>
      </w:r>
      <w:r>
        <w:rPr>
          <w:rFonts w:cs="Courier"/>
          <w:szCs w:val="20"/>
          <w:lang w:val="nb-NO" w:eastAsia="de-DE"/>
        </w:rPr>
        <w:t xml:space="preserve">     </w:t>
      </w:r>
      <w:r w:rsidRPr="00B40B7D">
        <w:rPr>
          <w:rFonts w:cs="Courier"/>
          <w:szCs w:val="20"/>
          <w:lang w:val="nb-NO" w:eastAsia="de-DE"/>
        </w:rPr>
        <w:t>LF 500</w:t>
      </w:r>
    </w:p>
    <w:p w14:paraId="5C2FCDAC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Delenummer: 207664</w:t>
      </w:r>
    </w:p>
    <w:p w14:paraId="30F21DE5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6AB0C992" w14:textId="5371AEEF" w:rsidR="00827727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eller tilsvarende</w:t>
      </w:r>
    </w:p>
    <w:p w14:paraId="1B31E6D8" w14:textId="2ADF3F58" w:rsidR="00AB7C48" w:rsidRDefault="00AB7C48" w:rsidP="002123F1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518DC9AA" w14:textId="477E6F86" w:rsidR="00B40B7D" w:rsidRDefault="00B40B7D" w:rsidP="002123F1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1476FBB0" w14:textId="77777777" w:rsidR="00B40B7D" w:rsidRDefault="00B40B7D">
      <w:pPr>
        <w:rPr>
          <w:rFonts w:cs="Courier"/>
          <w:b/>
          <w:bCs/>
          <w:szCs w:val="20"/>
          <w:lang w:val="nb-NO" w:eastAsia="de-DE"/>
        </w:rPr>
      </w:pPr>
      <w:r>
        <w:rPr>
          <w:rFonts w:cs="Courier"/>
          <w:b/>
          <w:bCs/>
          <w:szCs w:val="20"/>
          <w:lang w:val="nb-NO" w:eastAsia="de-DE"/>
        </w:rPr>
        <w:br w:type="page"/>
      </w:r>
    </w:p>
    <w:p w14:paraId="26C2A48C" w14:textId="5957A399" w:rsidR="00B40B7D" w:rsidRPr="00B40B7D" w:rsidRDefault="00B40B7D" w:rsidP="00B40B7D">
      <w:pPr>
        <w:autoSpaceDE w:val="0"/>
        <w:autoSpaceDN w:val="0"/>
        <w:adjustRightInd w:val="0"/>
        <w:rPr>
          <w:rFonts w:cs="Courier"/>
          <w:b/>
          <w:bCs/>
          <w:szCs w:val="20"/>
          <w:lang w:val="nb-NO" w:eastAsia="de-DE"/>
        </w:rPr>
      </w:pPr>
      <w:r w:rsidRPr="00B40B7D">
        <w:rPr>
          <w:rFonts w:cs="Courier"/>
          <w:b/>
          <w:bCs/>
          <w:szCs w:val="20"/>
          <w:lang w:val="nb-NO" w:eastAsia="de-DE"/>
        </w:rPr>
        <w:lastRenderedPageBreak/>
        <w:t xml:space="preserve">Luftfilterenhet LF </w:t>
      </w:r>
      <w:r w:rsidR="00E86BA8">
        <w:rPr>
          <w:rFonts w:cs="Courier"/>
          <w:b/>
          <w:bCs/>
          <w:szCs w:val="20"/>
          <w:lang w:val="nb-NO" w:eastAsia="de-DE"/>
        </w:rPr>
        <w:t>10</w:t>
      </w:r>
      <w:r w:rsidRPr="00B40B7D">
        <w:rPr>
          <w:rFonts w:cs="Courier"/>
          <w:b/>
          <w:bCs/>
          <w:szCs w:val="20"/>
          <w:lang w:val="nb-NO" w:eastAsia="de-DE"/>
        </w:rPr>
        <w:t>00 for drikkevannstank</w:t>
      </w:r>
    </w:p>
    <w:p w14:paraId="142F5CA3" w14:textId="122C076A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---------------------</w:t>
      </w:r>
      <w:r w:rsidR="00E86BA8">
        <w:rPr>
          <w:rFonts w:cs="Courier"/>
          <w:szCs w:val="20"/>
          <w:lang w:val="nb-NO" w:eastAsia="de-DE"/>
        </w:rPr>
        <w:t>-</w:t>
      </w:r>
      <w:r w:rsidRPr="00B40B7D">
        <w:rPr>
          <w:rFonts w:cs="Courier"/>
          <w:szCs w:val="20"/>
          <w:lang w:val="nb-NO" w:eastAsia="de-DE"/>
        </w:rPr>
        <w:t>---------------------</w:t>
      </w:r>
    </w:p>
    <w:p w14:paraId="7801A184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Rektangulær huskonstruksjon laget av rustfritt stål 316 L,</w:t>
      </w:r>
      <w:r>
        <w:rPr>
          <w:rFonts w:cs="Courier"/>
          <w:szCs w:val="20"/>
          <w:lang w:val="nb-NO" w:eastAsia="de-DE"/>
        </w:rPr>
        <w:t xml:space="preserve"> </w:t>
      </w:r>
      <w:r w:rsidRPr="00B40B7D">
        <w:rPr>
          <w:rFonts w:cs="Courier"/>
          <w:szCs w:val="20"/>
          <w:lang w:val="nb-NO" w:eastAsia="de-DE"/>
        </w:rPr>
        <w:t>med avtagbart deksel, med tilluftstilkobling i bakvegg og renlufttilkobling på undersiden, utstyrt med med ett finfilter og ett HEPA-filter hver, samt kondensvannsavløp 1/4" og integrert differansetrykkovervåking.</w:t>
      </w:r>
    </w:p>
    <w:p w14:paraId="719E5004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Luftfilterenheten for optimal rengjøring av</w:t>
      </w:r>
    </w:p>
    <w:p w14:paraId="6170AE73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tilluft føres inn i luftkanalen mellom utsiden og tanken.</w:t>
      </w:r>
    </w:p>
    <w:p w14:paraId="3AE15B80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728022A7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Tekniske data:</w:t>
      </w:r>
    </w:p>
    <w:p w14:paraId="38BE42C0" w14:textId="5E972C0A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Nominell volumstrøm: </w:t>
      </w:r>
      <w:r w:rsidR="00E86BA8">
        <w:rPr>
          <w:rFonts w:cs="Courier"/>
          <w:szCs w:val="20"/>
          <w:lang w:val="nb-NO" w:eastAsia="de-DE"/>
        </w:rPr>
        <w:t>10</w:t>
      </w:r>
      <w:r w:rsidRPr="00B40B7D">
        <w:rPr>
          <w:rFonts w:cs="Courier"/>
          <w:szCs w:val="20"/>
          <w:lang w:val="nb-NO" w:eastAsia="de-DE"/>
        </w:rPr>
        <w:t>00 cbm/t</w:t>
      </w:r>
    </w:p>
    <w:p w14:paraId="761390BF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Filtrer klasser:</w:t>
      </w:r>
    </w:p>
    <w:p w14:paraId="67A4D6C9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Forfilter ePM1 55 % i henhold til ISO 16890</w:t>
      </w:r>
    </w:p>
    <w:p w14:paraId="39D0D056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HEPA-filter H13 i henhold til DIN EN 1822</w:t>
      </w:r>
    </w:p>
    <w:p w14:paraId="1AD53BA0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Tilkoblingsrør</w:t>
      </w:r>
    </w:p>
    <w:p w14:paraId="015D2E70" w14:textId="20ACB354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40B7D">
        <w:rPr>
          <w:rFonts w:cs="Courier"/>
          <w:szCs w:val="20"/>
          <w:lang w:eastAsia="de-DE"/>
        </w:rPr>
        <w:t xml:space="preserve">Rå luft:  DN </w:t>
      </w:r>
      <w:r w:rsidR="00E86BA8">
        <w:rPr>
          <w:rFonts w:cs="Courier"/>
          <w:szCs w:val="20"/>
          <w:lang w:eastAsia="de-DE"/>
        </w:rPr>
        <w:t>20</w:t>
      </w:r>
      <w:r w:rsidRPr="00B40B7D">
        <w:rPr>
          <w:rFonts w:cs="Courier"/>
          <w:szCs w:val="20"/>
          <w:lang w:eastAsia="de-DE"/>
        </w:rPr>
        <w:t>0</w:t>
      </w:r>
    </w:p>
    <w:p w14:paraId="6ECB32D6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40B7D">
        <w:rPr>
          <w:rFonts w:cs="Courier"/>
          <w:szCs w:val="20"/>
          <w:lang w:eastAsia="de-DE"/>
        </w:rPr>
        <w:t>Ren luft: DN 250</w:t>
      </w:r>
    </w:p>
    <w:p w14:paraId="046A25C5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7737B67A" w14:textId="4CB30468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Mål (HxBxD): </w:t>
      </w:r>
      <w:r w:rsidR="000B2A07" w:rsidRPr="000B2A07">
        <w:rPr>
          <w:rFonts w:cs="Courier"/>
          <w:szCs w:val="20"/>
          <w:lang w:val="nb-NO" w:eastAsia="de-DE"/>
        </w:rPr>
        <w:t>990 x 610 x 800</w:t>
      </w:r>
      <w:r w:rsidRPr="00B40B7D">
        <w:rPr>
          <w:rFonts w:cs="Courier"/>
          <w:szCs w:val="20"/>
          <w:lang w:val="nb-NO" w:eastAsia="de-DE"/>
        </w:rPr>
        <w:t xml:space="preserve"> mm</w:t>
      </w:r>
    </w:p>
    <w:p w14:paraId="2F606434" w14:textId="73E67D06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Vekt: </w:t>
      </w:r>
      <w:r>
        <w:rPr>
          <w:rFonts w:cs="Courier"/>
          <w:szCs w:val="20"/>
          <w:lang w:val="nb-NO" w:eastAsia="de-DE"/>
        </w:rPr>
        <w:t xml:space="preserve">       </w:t>
      </w:r>
      <w:r w:rsidR="000B2A07">
        <w:rPr>
          <w:rFonts w:cs="Courier"/>
          <w:szCs w:val="20"/>
          <w:lang w:val="nb-NO" w:eastAsia="de-DE"/>
        </w:rPr>
        <w:t>75</w:t>
      </w:r>
      <w:r w:rsidRPr="00B40B7D">
        <w:rPr>
          <w:rFonts w:cs="Courier"/>
          <w:szCs w:val="20"/>
          <w:lang w:val="nb-NO" w:eastAsia="de-DE"/>
        </w:rPr>
        <w:t xml:space="preserve"> kg</w:t>
      </w:r>
    </w:p>
    <w:p w14:paraId="1FF0D85D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Filterbelastningen overvåkes av en differensialtrykkbryter. Trykkforskjellen er</w:t>
      </w:r>
    </w:p>
    <w:p w14:paraId="75A92779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oppdaget mellom råluft- og renluftforbindelsene</w:t>
      </w:r>
    </w:p>
    <w:p w14:paraId="755C35EE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(1/4").</w:t>
      </w:r>
    </w:p>
    <w:p w14:paraId="6D8DD7BB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Hvis det tillatte arbeidstrykket overskrides</w:t>
      </w:r>
    </w:p>
    <w:p w14:paraId="759A0CE7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en melding sendes via en potensialfri kontakt.</w:t>
      </w:r>
    </w:p>
    <w:p w14:paraId="31EDF061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102B99D3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Laget av Hydro-Elektrik GmbH, www.hydrogroup.</w:t>
      </w:r>
      <w:r>
        <w:rPr>
          <w:rFonts w:cs="Courier"/>
          <w:szCs w:val="20"/>
          <w:lang w:val="nb-NO" w:eastAsia="de-DE"/>
        </w:rPr>
        <w:t>no</w:t>
      </w:r>
    </w:p>
    <w:p w14:paraId="73B8EC4C" w14:textId="4989C8AC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Type:  </w:t>
      </w:r>
      <w:r>
        <w:rPr>
          <w:rFonts w:cs="Courier"/>
          <w:szCs w:val="20"/>
          <w:lang w:val="nb-NO" w:eastAsia="de-DE"/>
        </w:rPr>
        <w:t xml:space="preserve">     </w:t>
      </w:r>
      <w:r w:rsidRPr="00B40B7D">
        <w:rPr>
          <w:rFonts w:cs="Courier"/>
          <w:szCs w:val="20"/>
          <w:lang w:val="nb-NO" w:eastAsia="de-DE"/>
        </w:rPr>
        <w:t xml:space="preserve">LF </w:t>
      </w:r>
      <w:r w:rsidR="000B2A07">
        <w:rPr>
          <w:rFonts w:cs="Courier"/>
          <w:szCs w:val="20"/>
          <w:lang w:val="nb-NO" w:eastAsia="de-DE"/>
        </w:rPr>
        <w:t>10</w:t>
      </w:r>
      <w:r w:rsidRPr="00B40B7D">
        <w:rPr>
          <w:rFonts w:cs="Courier"/>
          <w:szCs w:val="20"/>
          <w:lang w:val="nb-NO" w:eastAsia="de-DE"/>
        </w:rPr>
        <w:t>00</w:t>
      </w:r>
    </w:p>
    <w:p w14:paraId="184E05BD" w14:textId="6737C730" w:rsid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Delenummer: 2076</w:t>
      </w:r>
      <w:r w:rsidR="000B2A07">
        <w:rPr>
          <w:rFonts w:cs="Courier"/>
          <w:szCs w:val="20"/>
          <w:lang w:val="nb-NO" w:eastAsia="de-DE"/>
        </w:rPr>
        <w:t>88</w:t>
      </w:r>
    </w:p>
    <w:p w14:paraId="043EED52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7D23051A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eller tilsvarende</w:t>
      </w:r>
    </w:p>
    <w:p w14:paraId="58894FAE" w14:textId="4CA877A0" w:rsidR="00B40B7D" w:rsidRDefault="00B40B7D" w:rsidP="002123F1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76020179" w14:textId="45FF82AE" w:rsidR="00B40B7D" w:rsidRDefault="00B40B7D" w:rsidP="002123F1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0C802137" w14:textId="77777777" w:rsidR="00B40B7D" w:rsidRDefault="00B40B7D">
      <w:pPr>
        <w:rPr>
          <w:rFonts w:cs="Courier"/>
          <w:b/>
          <w:bCs/>
          <w:szCs w:val="20"/>
          <w:lang w:val="nb-NO" w:eastAsia="de-DE"/>
        </w:rPr>
      </w:pPr>
      <w:r>
        <w:rPr>
          <w:rFonts w:cs="Courier"/>
          <w:b/>
          <w:bCs/>
          <w:szCs w:val="20"/>
          <w:lang w:val="nb-NO" w:eastAsia="de-DE"/>
        </w:rPr>
        <w:br w:type="page"/>
      </w:r>
    </w:p>
    <w:p w14:paraId="57DAD9AB" w14:textId="0B58D553" w:rsidR="00B40B7D" w:rsidRPr="00B40B7D" w:rsidRDefault="00B40B7D" w:rsidP="00B40B7D">
      <w:pPr>
        <w:autoSpaceDE w:val="0"/>
        <w:autoSpaceDN w:val="0"/>
        <w:adjustRightInd w:val="0"/>
        <w:rPr>
          <w:rFonts w:cs="Courier"/>
          <w:b/>
          <w:bCs/>
          <w:szCs w:val="20"/>
          <w:lang w:val="nb-NO" w:eastAsia="de-DE"/>
        </w:rPr>
      </w:pPr>
      <w:r w:rsidRPr="00B40B7D">
        <w:rPr>
          <w:rFonts w:cs="Courier"/>
          <w:b/>
          <w:bCs/>
          <w:szCs w:val="20"/>
          <w:lang w:val="nb-NO" w:eastAsia="de-DE"/>
        </w:rPr>
        <w:lastRenderedPageBreak/>
        <w:t xml:space="preserve">Luftfilterenhet LF </w:t>
      </w:r>
      <w:r w:rsidR="00D608A0">
        <w:rPr>
          <w:rFonts w:cs="Courier"/>
          <w:b/>
          <w:bCs/>
          <w:szCs w:val="20"/>
          <w:lang w:val="nb-NO" w:eastAsia="de-DE"/>
        </w:rPr>
        <w:t>20</w:t>
      </w:r>
      <w:r w:rsidRPr="00B40B7D">
        <w:rPr>
          <w:rFonts w:cs="Courier"/>
          <w:b/>
          <w:bCs/>
          <w:szCs w:val="20"/>
          <w:lang w:val="nb-NO" w:eastAsia="de-DE"/>
        </w:rPr>
        <w:t>00 for drikkevannstank</w:t>
      </w:r>
    </w:p>
    <w:p w14:paraId="01DD4CDE" w14:textId="69FC7770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---------------------</w:t>
      </w:r>
      <w:r w:rsidR="00D608A0">
        <w:rPr>
          <w:rFonts w:cs="Courier"/>
          <w:szCs w:val="20"/>
          <w:lang w:val="nb-NO" w:eastAsia="de-DE"/>
        </w:rPr>
        <w:t>-</w:t>
      </w:r>
      <w:r w:rsidRPr="00B40B7D">
        <w:rPr>
          <w:rFonts w:cs="Courier"/>
          <w:szCs w:val="20"/>
          <w:lang w:val="nb-NO" w:eastAsia="de-DE"/>
        </w:rPr>
        <w:t>---------------------</w:t>
      </w:r>
    </w:p>
    <w:p w14:paraId="21DA88AA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Rektangulær huskonstruksjon laget av rustfritt stål 316 L,</w:t>
      </w:r>
      <w:r>
        <w:rPr>
          <w:rFonts w:cs="Courier"/>
          <w:szCs w:val="20"/>
          <w:lang w:val="nb-NO" w:eastAsia="de-DE"/>
        </w:rPr>
        <w:t xml:space="preserve"> </w:t>
      </w:r>
      <w:r w:rsidRPr="00B40B7D">
        <w:rPr>
          <w:rFonts w:cs="Courier"/>
          <w:szCs w:val="20"/>
          <w:lang w:val="nb-NO" w:eastAsia="de-DE"/>
        </w:rPr>
        <w:t>med avtagbart deksel, med tilluftstilkobling i bakvegg og renlufttilkobling på undersiden, utstyrt med med ett finfilter og ett HEPA-filter hver, samt kondensvannsavløp 1/4" og integrert differansetrykkovervåking.</w:t>
      </w:r>
    </w:p>
    <w:p w14:paraId="57B99516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Luftfilterenheten for optimal rengjøring av</w:t>
      </w:r>
    </w:p>
    <w:p w14:paraId="059947BC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tilluft føres inn i luftkanalen mellom utsiden og tanken.</w:t>
      </w:r>
    </w:p>
    <w:p w14:paraId="6461A97F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11B061CE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Tekniske data:</w:t>
      </w:r>
    </w:p>
    <w:p w14:paraId="36A4C832" w14:textId="7F00A448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Nominell volumstrøm: </w:t>
      </w:r>
      <w:r w:rsidR="002172E7">
        <w:rPr>
          <w:rFonts w:cs="Courier"/>
          <w:szCs w:val="20"/>
          <w:lang w:val="nb-NO" w:eastAsia="de-DE"/>
        </w:rPr>
        <w:t>200</w:t>
      </w:r>
      <w:r w:rsidRPr="00B40B7D">
        <w:rPr>
          <w:rFonts w:cs="Courier"/>
          <w:szCs w:val="20"/>
          <w:lang w:val="nb-NO" w:eastAsia="de-DE"/>
        </w:rPr>
        <w:t>0 cbm/t</w:t>
      </w:r>
    </w:p>
    <w:p w14:paraId="6AA0EE05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Filtrer klasser:</w:t>
      </w:r>
    </w:p>
    <w:p w14:paraId="3AD81713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Forfilter ePM1 55 % i henhold til ISO 16890</w:t>
      </w:r>
    </w:p>
    <w:p w14:paraId="0EFA04E7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HEPA-filter H13 i henhold til DIN EN 1822</w:t>
      </w:r>
    </w:p>
    <w:p w14:paraId="289AD2F5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Tilkoblingsrør</w:t>
      </w:r>
    </w:p>
    <w:p w14:paraId="569BCDF4" w14:textId="3225F24D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Rå luft: </w:t>
      </w:r>
      <w:r>
        <w:rPr>
          <w:rFonts w:cs="Courier"/>
          <w:szCs w:val="20"/>
          <w:lang w:val="nb-NO" w:eastAsia="de-DE"/>
        </w:rPr>
        <w:t xml:space="preserve"> </w:t>
      </w:r>
      <w:r w:rsidRPr="00B40B7D">
        <w:rPr>
          <w:rFonts w:cs="Courier"/>
          <w:szCs w:val="20"/>
          <w:lang w:val="nb-NO" w:eastAsia="de-DE"/>
        </w:rPr>
        <w:t xml:space="preserve">DN </w:t>
      </w:r>
      <w:r w:rsidR="002172E7">
        <w:rPr>
          <w:rFonts w:cs="Courier"/>
          <w:szCs w:val="20"/>
          <w:lang w:val="nb-NO" w:eastAsia="de-DE"/>
        </w:rPr>
        <w:t>20</w:t>
      </w:r>
      <w:r w:rsidRPr="00B40B7D">
        <w:rPr>
          <w:rFonts w:cs="Courier"/>
          <w:szCs w:val="20"/>
          <w:lang w:val="nb-NO" w:eastAsia="de-DE"/>
        </w:rPr>
        <w:t>0</w:t>
      </w:r>
    </w:p>
    <w:p w14:paraId="3238F863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Ren luft: DN 250</w:t>
      </w:r>
    </w:p>
    <w:p w14:paraId="4E9DB346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12F35EF2" w14:textId="39D97BF1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Mål (HxBxD): </w:t>
      </w:r>
      <w:r w:rsidR="00507286" w:rsidRPr="00507286">
        <w:rPr>
          <w:rFonts w:cs="Courier"/>
          <w:szCs w:val="20"/>
          <w:lang w:val="nb-NO" w:eastAsia="de-DE"/>
        </w:rPr>
        <w:t>1140 x 780 x 800</w:t>
      </w:r>
      <w:r w:rsidRPr="00B40B7D">
        <w:rPr>
          <w:rFonts w:cs="Courier"/>
          <w:szCs w:val="20"/>
          <w:lang w:val="nb-NO" w:eastAsia="de-DE"/>
        </w:rPr>
        <w:t xml:space="preserve"> mm</w:t>
      </w:r>
    </w:p>
    <w:p w14:paraId="1D8E2D94" w14:textId="40D9EBF4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Vekt: </w:t>
      </w:r>
      <w:r>
        <w:rPr>
          <w:rFonts w:cs="Courier"/>
          <w:szCs w:val="20"/>
          <w:lang w:val="nb-NO" w:eastAsia="de-DE"/>
        </w:rPr>
        <w:t xml:space="preserve">       </w:t>
      </w:r>
      <w:r w:rsidR="00507286">
        <w:rPr>
          <w:rFonts w:cs="Courier"/>
          <w:szCs w:val="20"/>
          <w:lang w:val="nb-NO" w:eastAsia="de-DE"/>
        </w:rPr>
        <w:t>10</w:t>
      </w:r>
      <w:r w:rsidRPr="00B40B7D">
        <w:rPr>
          <w:rFonts w:cs="Courier"/>
          <w:szCs w:val="20"/>
          <w:lang w:val="nb-NO" w:eastAsia="de-DE"/>
        </w:rPr>
        <w:t>0 kg</w:t>
      </w:r>
    </w:p>
    <w:p w14:paraId="72773B10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Filterbelastningen overvåkes av en differensialtrykkbryter. Trykkforskjellen er</w:t>
      </w:r>
    </w:p>
    <w:p w14:paraId="6321CCC5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oppdaget mellom råluft- og renluftforbindelsene</w:t>
      </w:r>
    </w:p>
    <w:p w14:paraId="22B99A6E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(1/4").</w:t>
      </w:r>
    </w:p>
    <w:p w14:paraId="456620EA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Hvis det tillatte arbeidstrykket overskrides</w:t>
      </w:r>
    </w:p>
    <w:p w14:paraId="7A097843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en melding sendes via en potensialfri kontakt.</w:t>
      </w:r>
    </w:p>
    <w:p w14:paraId="58579893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33853185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Laget av Hydro-Elektrik GmbH, www.hydrogroup.</w:t>
      </w:r>
      <w:r>
        <w:rPr>
          <w:rFonts w:cs="Courier"/>
          <w:szCs w:val="20"/>
          <w:lang w:val="nb-NO" w:eastAsia="de-DE"/>
        </w:rPr>
        <w:t>no</w:t>
      </w:r>
    </w:p>
    <w:p w14:paraId="17C9874C" w14:textId="5862D46F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 xml:space="preserve">Type:  </w:t>
      </w:r>
      <w:r>
        <w:rPr>
          <w:rFonts w:cs="Courier"/>
          <w:szCs w:val="20"/>
          <w:lang w:val="nb-NO" w:eastAsia="de-DE"/>
        </w:rPr>
        <w:t xml:space="preserve">     </w:t>
      </w:r>
      <w:r w:rsidRPr="00B40B7D">
        <w:rPr>
          <w:rFonts w:cs="Courier"/>
          <w:szCs w:val="20"/>
          <w:lang w:val="nb-NO" w:eastAsia="de-DE"/>
        </w:rPr>
        <w:t xml:space="preserve">LF </w:t>
      </w:r>
      <w:r w:rsidR="00507286">
        <w:rPr>
          <w:rFonts w:cs="Courier"/>
          <w:szCs w:val="20"/>
          <w:lang w:val="nb-NO" w:eastAsia="de-DE"/>
        </w:rPr>
        <w:t>20</w:t>
      </w:r>
      <w:r w:rsidRPr="00B40B7D">
        <w:rPr>
          <w:rFonts w:cs="Courier"/>
          <w:szCs w:val="20"/>
          <w:lang w:val="nb-NO" w:eastAsia="de-DE"/>
        </w:rPr>
        <w:t>00</w:t>
      </w:r>
    </w:p>
    <w:p w14:paraId="29582921" w14:textId="058C6253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Delenummer: 2076</w:t>
      </w:r>
      <w:r w:rsidR="00507286">
        <w:rPr>
          <w:rFonts w:cs="Courier"/>
          <w:szCs w:val="20"/>
          <w:lang w:val="nb-NO" w:eastAsia="de-DE"/>
        </w:rPr>
        <w:t>89</w:t>
      </w:r>
    </w:p>
    <w:p w14:paraId="362EAB82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.</w:t>
      </w:r>
    </w:p>
    <w:p w14:paraId="37766FDF" w14:textId="77777777" w:rsidR="00B40B7D" w:rsidRPr="00B40B7D" w:rsidRDefault="00B40B7D" w:rsidP="00B40B7D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B40B7D">
        <w:rPr>
          <w:rFonts w:cs="Courier"/>
          <w:szCs w:val="20"/>
          <w:lang w:val="nb-NO" w:eastAsia="de-DE"/>
        </w:rPr>
        <w:t>eller tilsvarende</w:t>
      </w:r>
    </w:p>
    <w:p w14:paraId="764533A3" w14:textId="77777777" w:rsidR="00B40B7D" w:rsidRPr="00B40B7D" w:rsidRDefault="00B40B7D" w:rsidP="002123F1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sectPr w:rsidR="00B40B7D" w:rsidRPr="00B40B7D" w:rsidSect="002123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39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9BBA8" w14:textId="77777777" w:rsidR="00B40B7D" w:rsidRDefault="00B40B7D" w:rsidP="00F034E6">
      <w:r>
        <w:separator/>
      </w:r>
    </w:p>
  </w:endnote>
  <w:endnote w:type="continuationSeparator" w:id="0">
    <w:p w14:paraId="609299E0" w14:textId="77777777" w:rsidR="00B40B7D" w:rsidRDefault="00B40B7D" w:rsidP="00F0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spac821 BT">
    <w:altName w:val="Consolas"/>
    <w:panose1 w:val="020B0609020202020204"/>
    <w:charset w:val="00"/>
    <w:family w:val="modern"/>
    <w:pitch w:val="fixed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388DE" w14:textId="77777777" w:rsidR="00F034E6" w:rsidRDefault="00F034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830BC" w14:textId="53A87CAD" w:rsidR="0069003D" w:rsidRPr="0069003D" w:rsidRDefault="0069003D">
    <w:pPr>
      <w:pStyle w:val="Fuzeile"/>
      <w:rPr>
        <w:rFonts w:cs="Arial"/>
        <w:sz w:val="12"/>
        <w:szCs w:val="12"/>
      </w:rPr>
    </w:pPr>
    <w:r w:rsidRPr="0069003D">
      <w:rPr>
        <w:rFonts w:cs="Arial"/>
        <w:sz w:val="12"/>
        <w:szCs w:val="12"/>
      </w:rPr>
      <w:fldChar w:fldCharType="begin"/>
    </w:r>
    <w:r w:rsidRPr="0069003D">
      <w:rPr>
        <w:rFonts w:cs="Arial"/>
        <w:sz w:val="12"/>
        <w:szCs w:val="12"/>
      </w:rPr>
      <w:instrText xml:space="preserve"> FILENAME  \p  \* MERGEFORMAT </w:instrText>
    </w:r>
    <w:r w:rsidRPr="0069003D">
      <w:rPr>
        <w:rFonts w:cs="Arial"/>
        <w:sz w:val="12"/>
        <w:szCs w:val="12"/>
      </w:rPr>
      <w:fldChar w:fldCharType="separate"/>
    </w:r>
    <w:r w:rsidR="00AF5355">
      <w:rPr>
        <w:rFonts w:cs="Arial"/>
        <w:noProof/>
        <w:sz w:val="12"/>
        <w:szCs w:val="12"/>
      </w:rPr>
      <w:t>U:\PM\KATA\K4i6__Luftfilter\Austext\Austext_LF500_LF2000_NO.docx</w:t>
    </w:r>
    <w:r w:rsidRPr="0069003D">
      <w:rPr>
        <w:rFonts w:cs="Arial"/>
        <w:sz w:val="12"/>
        <w:szCs w:val="12"/>
      </w:rPr>
      <w:fldChar w:fldCharType="end"/>
    </w:r>
  </w:p>
  <w:p w14:paraId="66E28545" w14:textId="77777777" w:rsidR="00F034E6" w:rsidRDefault="00F034E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1704" w14:textId="77777777" w:rsidR="00F034E6" w:rsidRDefault="00F034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1A929" w14:textId="77777777" w:rsidR="00B40B7D" w:rsidRDefault="00B40B7D" w:rsidP="00F034E6">
      <w:r>
        <w:separator/>
      </w:r>
    </w:p>
  </w:footnote>
  <w:footnote w:type="continuationSeparator" w:id="0">
    <w:p w14:paraId="2183AC6F" w14:textId="77777777" w:rsidR="00B40B7D" w:rsidRDefault="00B40B7D" w:rsidP="00F03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8F4C1" w14:textId="77777777" w:rsidR="00F034E6" w:rsidRDefault="00F034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21E98" w14:textId="77777777" w:rsidR="00F034E6" w:rsidRDefault="00F034E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A9324" w14:textId="77777777" w:rsidR="00F034E6" w:rsidRDefault="00F034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011EC"/>
    <w:multiLevelType w:val="hybridMultilevel"/>
    <w:tmpl w:val="F41A29C6"/>
    <w:lvl w:ilvl="0" w:tplc="2BF0F8E4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65A8"/>
    <w:multiLevelType w:val="hybridMultilevel"/>
    <w:tmpl w:val="1ED8B654"/>
    <w:lvl w:ilvl="0" w:tplc="44FE14B8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4AF0"/>
    <w:multiLevelType w:val="hybridMultilevel"/>
    <w:tmpl w:val="2A02EC58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E1695"/>
    <w:multiLevelType w:val="hybridMultilevel"/>
    <w:tmpl w:val="81120F66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739416">
    <w:abstractNumId w:val="3"/>
  </w:num>
  <w:num w:numId="2" w16cid:durableId="1287925609">
    <w:abstractNumId w:val="2"/>
  </w:num>
  <w:num w:numId="3" w16cid:durableId="1841584198">
    <w:abstractNumId w:val="1"/>
  </w:num>
  <w:num w:numId="4" w16cid:durableId="200253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B7D"/>
    <w:rsid w:val="0006618E"/>
    <w:rsid w:val="00076842"/>
    <w:rsid w:val="000B2A07"/>
    <w:rsid w:val="001C368D"/>
    <w:rsid w:val="002123F1"/>
    <w:rsid w:val="002172E7"/>
    <w:rsid w:val="00266BA9"/>
    <w:rsid w:val="002E4A55"/>
    <w:rsid w:val="00331ECD"/>
    <w:rsid w:val="00381966"/>
    <w:rsid w:val="00397955"/>
    <w:rsid w:val="00507286"/>
    <w:rsid w:val="0069003D"/>
    <w:rsid w:val="00784E9D"/>
    <w:rsid w:val="0081240F"/>
    <w:rsid w:val="00827727"/>
    <w:rsid w:val="008A643B"/>
    <w:rsid w:val="008F2457"/>
    <w:rsid w:val="00AB7C48"/>
    <w:rsid w:val="00AF5355"/>
    <w:rsid w:val="00B00B77"/>
    <w:rsid w:val="00B33A90"/>
    <w:rsid w:val="00B40B7D"/>
    <w:rsid w:val="00BE282B"/>
    <w:rsid w:val="00D608A0"/>
    <w:rsid w:val="00E86BA8"/>
    <w:rsid w:val="00F034E6"/>
    <w:rsid w:val="00F035B5"/>
    <w:rsid w:val="00F8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C9886"/>
  <w15:chartTrackingRefBased/>
  <w15:docId w15:val="{B53C05D7-6C32-4CB1-BAAC-00A844D0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0B7D"/>
    <w:rPr>
      <w:rFonts w:ascii="Monospac821 BT" w:hAnsi="Monospac821 BT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4E6"/>
  </w:style>
  <w:style w:type="paragraph" w:styleId="Fuzeile">
    <w:name w:val="footer"/>
    <w:basedOn w:val="Standard"/>
    <w:link w:val="Fu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4E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4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034E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7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lobale%20Vorlagen\Auftrag\Texte%20Angebot%202020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Texte Angebot 2020.dotx</Template>
  <TotalTime>0</TotalTime>
  <Pages>3</Pages>
  <Words>436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Brugger Manfred - Hydro-Elektrik GmbH</dc:creator>
  <cp:keywords/>
  <cp:lastModifiedBy>Brugger Manfred - Hydro-Elektrik GmbH</cp:lastModifiedBy>
  <cp:revision>4</cp:revision>
  <cp:lastPrinted>2022-08-19T10:10:00Z</cp:lastPrinted>
  <dcterms:created xsi:type="dcterms:W3CDTF">2022-08-19T09:48:00Z</dcterms:created>
  <dcterms:modified xsi:type="dcterms:W3CDTF">2022-08-19T10:15:00Z</dcterms:modified>
</cp:coreProperties>
</file>